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C0C0C0">
    <v:background id="_x0000_s1025" o:bwmode="white" fillcolor="silver">
      <v:fill r:id="rId2" o:title="" color2="yellow" type="pattern"/>
    </v:background>
  </w:background>
  <w:body>
    <w:p w:rsidR="006D20C3" w:rsidRDefault="006D20C3"/>
    <w:sectPr w:rsidR="006D20C3" w:rsidSect="005A2E72">
      <w:pgSz w:w="8392" w:h="5954" w:orient="landscape" w:code="70"/>
      <w:pgMar w:top="1797" w:right="1440" w:bottom="1797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2E72"/>
    <w:rsid w:val="005A2E72"/>
    <w:rsid w:val="006D20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Liberation Sans" w:hAnsi="Liberation Sans" w:cs="Arial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image" Target="media/image1.gif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0</Words>
  <Characters>0</Characters>
  <Application>Microsoft Office Outlook</Application>
  <DocSecurity>0</DocSecurity>
  <Lines>0</Lines>
  <Paragraphs>0</Paragraphs>
  <ScaleCrop>false</ScaleCrop>
  <Company>ZZZ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JLAutoBuild</dc:creator>
  <cp:keywords/>
  <dc:description/>
  <cp:lastModifiedBy>JLAutoBuild</cp:lastModifiedBy>
  <cp:revision>1</cp:revision>
  <dcterms:created xsi:type="dcterms:W3CDTF">2024-02-08T15:56:00Z</dcterms:created>
  <dcterms:modified xsi:type="dcterms:W3CDTF">2024-02-08T15:58:00Z</dcterms:modified>
</cp:coreProperties>
</file>